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50" w:rsidRPr="001D2FFC" w:rsidRDefault="009A6F50" w:rsidP="001D2FFC">
      <w:pPr>
        <w:spacing w:before="120"/>
        <w:jc w:val="both"/>
        <w:rPr>
          <w:bCs/>
        </w:rPr>
      </w:pPr>
      <w:r>
        <w:t>Príloha č. 2</w:t>
      </w:r>
      <w:r w:rsidRPr="00D572D4">
        <w:t xml:space="preserve"> </w:t>
      </w:r>
      <w:r>
        <w:t xml:space="preserve">Rozhodnutia o schválení žiadosti o NFP  </w:t>
      </w:r>
    </w:p>
    <w:p w:rsidR="009A6F50" w:rsidRPr="00D56EE9" w:rsidRDefault="009A6F50" w:rsidP="00A87B37">
      <w:pPr>
        <w:pStyle w:val="Header"/>
        <w:spacing w:before="240"/>
        <w:jc w:val="center"/>
        <w:rPr>
          <w:rFonts w:ascii="Arial" w:hAnsi="Arial" w:cs="Arial"/>
          <w:b/>
          <w:bCs/>
          <w:color w:val="000000"/>
          <w:spacing w:val="26"/>
          <w:sz w:val="28"/>
          <w:szCs w:val="28"/>
        </w:rPr>
      </w:pPr>
      <w:r w:rsidRPr="00D56EE9">
        <w:rPr>
          <w:rFonts w:ascii="Arial" w:hAnsi="Arial" w:cs="Arial"/>
          <w:b/>
          <w:bCs/>
          <w:color w:val="000000"/>
          <w:spacing w:val="26"/>
          <w:sz w:val="28"/>
          <w:szCs w:val="28"/>
        </w:rPr>
        <w:t>P</w:t>
      </w:r>
      <w:r>
        <w:rPr>
          <w:rFonts w:ascii="Arial" w:hAnsi="Arial" w:cs="Arial"/>
          <w:b/>
          <w:bCs/>
          <w:color w:val="000000"/>
          <w:spacing w:val="26"/>
          <w:sz w:val="28"/>
          <w:szCs w:val="28"/>
        </w:rPr>
        <w:t xml:space="preserve">REDMET PODPORY </w:t>
      </w:r>
      <w:r w:rsidRPr="00D56EE9">
        <w:rPr>
          <w:rFonts w:ascii="Arial" w:hAnsi="Arial" w:cs="Arial"/>
          <w:b/>
          <w:bCs/>
          <w:color w:val="000000"/>
          <w:spacing w:val="26"/>
          <w:sz w:val="28"/>
          <w:szCs w:val="28"/>
        </w:rPr>
        <w:t>NFP</w:t>
      </w:r>
    </w:p>
    <w:p w:rsidR="009A6F50" w:rsidRPr="00583C3A" w:rsidRDefault="009A6F50" w:rsidP="00A87B37">
      <w:pPr>
        <w:rPr>
          <w:rFonts w:ascii="Arial" w:hAnsi="Arial" w:cs="Arial"/>
          <w:sz w:val="8"/>
          <w:szCs w:val="8"/>
        </w:rPr>
      </w:pPr>
    </w:p>
    <w:p w:rsidR="009A6F50" w:rsidRPr="005C5713" w:rsidRDefault="009A6F50" w:rsidP="00A87B37">
      <w:pPr>
        <w:rPr>
          <w:rFonts w:ascii="Arial" w:hAnsi="Arial" w:cs="Arial"/>
          <w:sz w:val="12"/>
          <w:szCs w:val="12"/>
        </w:rPr>
      </w:pPr>
    </w:p>
    <w:p w:rsidR="009A6F50" w:rsidRPr="00525C7E" w:rsidRDefault="009A6F50" w:rsidP="00A87B3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525C7E">
        <w:rPr>
          <w:rFonts w:ascii="Arial" w:hAnsi="Arial" w:cs="Arial"/>
          <w:b/>
          <w:sz w:val="22"/>
          <w:szCs w:val="22"/>
        </w:rPr>
        <w:t xml:space="preserve">. Všeobecné informácie o Projekte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4"/>
        <w:gridCol w:w="3097"/>
        <w:gridCol w:w="3097"/>
      </w:tblGrid>
      <w:tr w:rsidR="009A6F50" w:rsidRPr="00201069" w:rsidTr="00767960">
        <w:tc>
          <w:tcPr>
            <w:tcW w:w="1666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Názov Projektu</w:t>
            </w:r>
          </w:p>
        </w:tc>
        <w:tc>
          <w:tcPr>
            <w:tcW w:w="3334" w:type="pct"/>
            <w:gridSpan w:val="2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Operačný program</w:t>
            </w:r>
          </w:p>
        </w:tc>
        <w:tc>
          <w:tcPr>
            <w:tcW w:w="3334" w:type="pct"/>
            <w:gridSpan w:val="2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Spolufinancovaný z</w:t>
            </w:r>
          </w:p>
        </w:tc>
        <w:tc>
          <w:tcPr>
            <w:tcW w:w="3334" w:type="pct"/>
            <w:gridSpan w:val="2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Prioritná os</w:t>
            </w:r>
          </w:p>
        </w:tc>
        <w:tc>
          <w:tcPr>
            <w:tcW w:w="3334" w:type="pct"/>
            <w:gridSpan w:val="2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Opatrenie</w:t>
            </w:r>
          </w:p>
        </w:tc>
        <w:tc>
          <w:tcPr>
            <w:tcW w:w="3334" w:type="pct"/>
            <w:gridSpan w:val="2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Prioritná téma</w:t>
            </w:r>
          </w:p>
        </w:tc>
        <w:tc>
          <w:tcPr>
            <w:tcW w:w="1667" w:type="pct"/>
            <w:tcBorders>
              <w:bottom w:val="single" w:sz="6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Podiel prioritnej témy z celkových výdavkov Projektu (%)</w:t>
            </w:r>
          </w:p>
        </w:tc>
        <w:tc>
          <w:tcPr>
            <w:tcW w:w="1667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Forma financovania</w:t>
            </w:r>
          </w:p>
        </w:tc>
      </w:tr>
      <w:tr w:rsidR="009A6F50" w:rsidRPr="00201069" w:rsidTr="00767960"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67" w:type="pct"/>
            <w:tcBorders>
              <w:left w:val="single" w:sz="6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  <w:tcBorders>
              <w:top w:val="single" w:sz="6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Hospodárska činnosť</w:t>
            </w:r>
          </w:p>
        </w:tc>
        <w:tc>
          <w:tcPr>
            <w:tcW w:w="1667" w:type="pct"/>
            <w:tcBorders>
              <w:top w:val="single" w:sz="6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Podiel hospodárskej činnosti z celkových výdavkov Projektu (%)</w:t>
            </w:r>
          </w:p>
        </w:tc>
        <w:tc>
          <w:tcPr>
            <w:tcW w:w="1667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Územná oblasť</w:t>
            </w:r>
          </w:p>
        </w:tc>
      </w:tr>
      <w:tr w:rsidR="009A6F50" w:rsidRPr="00201069" w:rsidTr="00767960">
        <w:tc>
          <w:tcPr>
            <w:tcW w:w="1666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67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67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9A6F50" w:rsidRPr="00201069" w:rsidRDefault="009A6F50" w:rsidP="00A87B37">
      <w:pPr>
        <w:rPr>
          <w:rFonts w:ascii="Arial" w:hAnsi="Arial" w:cs="Arial"/>
          <w:sz w:val="12"/>
          <w:szCs w:val="12"/>
        </w:rPr>
      </w:pPr>
    </w:p>
    <w:p w:rsidR="009A6F50" w:rsidRPr="00201069" w:rsidRDefault="009A6F50" w:rsidP="00A87B37">
      <w:pPr>
        <w:rPr>
          <w:rFonts w:ascii="Arial" w:hAnsi="Arial" w:cs="Arial"/>
          <w:b/>
          <w:sz w:val="22"/>
          <w:szCs w:val="22"/>
        </w:rPr>
      </w:pPr>
      <w:r w:rsidRPr="00201069">
        <w:rPr>
          <w:rFonts w:ascii="Arial" w:hAnsi="Arial" w:cs="Arial"/>
          <w:b/>
          <w:sz w:val="22"/>
          <w:szCs w:val="22"/>
        </w:rPr>
        <w:t>2. Miesto realizácie Projektu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7"/>
        <w:gridCol w:w="6193"/>
      </w:tblGrid>
      <w:tr w:rsidR="009A6F50" w:rsidRPr="00201069" w:rsidTr="00767960">
        <w:tc>
          <w:tcPr>
            <w:tcW w:w="1667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NUTS II</w:t>
            </w:r>
          </w:p>
        </w:tc>
        <w:tc>
          <w:tcPr>
            <w:tcW w:w="3333" w:type="pct"/>
            <w:tcBorders>
              <w:right w:val="single" w:sz="12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7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NUTS III</w:t>
            </w:r>
          </w:p>
        </w:tc>
        <w:tc>
          <w:tcPr>
            <w:tcW w:w="3333" w:type="pct"/>
            <w:tcBorders>
              <w:right w:val="single" w:sz="12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7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Okres</w:t>
            </w:r>
          </w:p>
        </w:tc>
        <w:tc>
          <w:tcPr>
            <w:tcW w:w="3333" w:type="pct"/>
            <w:tcBorders>
              <w:right w:val="single" w:sz="12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7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Obec</w:t>
            </w:r>
          </w:p>
        </w:tc>
        <w:tc>
          <w:tcPr>
            <w:tcW w:w="3333" w:type="pct"/>
            <w:tcBorders>
              <w:right w:val="single" w:sz="12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7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Ulica</w:t>
            </w:r>
          </w:p>
        </w:tc>
        <w:tc>
          <w:tcPr>
            <w:tcW w:w="3333" w:type="pct"/>
            <w:tcBorders>
              <w:right w:val="single" w:sz="12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7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Číslo</w:t>
            </w:r>
          </w:p>
        </w:tc>
        <w:tc>
          <w:tcPr>
            <w:tcW w:w="3333" w:type="pct"/>
            <w:tcBorders>
              <w:right w:val="single" w:sz="12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9A6F50" w:rsidRPr="00201069" w:rsidRDefault="009A6F50" w:rsidP="00A87B37">
      <w:pPr>
        <w:rPr>
          <w:rFonts w:ascii="Arial" w:hAnsi="Arial" w:cs="Arial"/>
          <w:sz w:val="12"/>
          <w:szCs w:val="12"/>
        </w:rPr>
      </w:pPr>
    </w:p>
    <w:p w:rsidR="009A6F50" w:rsidRPr="00201069" w:rsidRDefault="009A6F50" w:rsidP="00A87B37">
      <w:pPr>
        <w:rPr>
          <w:rFonts w:ascii="Arial" w:hAnsi="Arial" w:cs="Arial"/>
          <w:b/>
          <w:sz w:val="22"/>
          <w:szCs w:val="22"/>
        </w:rPr>
      </w:pPr>
      <w:r w:rsidRPr="00201069">
        <w:rPr>
          <w:rFonts w:ascii="Arial" w:hAnsi="Arial" w:cs="Arial"/>
          <w:b/>
          <w:sz w:val="22"/>
          <w:szCs w:val="22"/>
        </w:rPr>
        <w:t>3. Ciele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5"/>
        <w:gridCol w:w="6193"/>
      </w:tblGrid>
      <w:tr w:rsidR="009A6F50" w:rsidRPr="00201069" w:rsidTr="00767960">
        <w:tc>
          <w:tcPr>
            <w:tcW w:w="1666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Cieľ projektu</w:t>
            </w:r>
          </w:p>
        </w:tc>
        <w:tc>
          <w:tcPr>
            <w:tcW w:w="3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6A54D2">
        <w:tc>
          <w:tcPr>
            <w:tcW w:w="1666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Špecifický cieľ projektu 1</w:t>
            </w:r>
          </w:p>
        </w:tc>
        <w:tc>
          <w:tcPr>
            <w:tcW w:w="3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A6F50" w:rsidRPr="00201069" w:rsidRDefault="009A6F50" w:rsidP="006A54D2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Špecifický cieľ projektu 2</w:t>
            </w:r>
          </w:p>
        </w:tc>
        <w:tc>
          <w:tcPr>
            <w:tcW w:w="3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F50" w:rsidRPr="00201069" w:rsidRDefault="009A6F50" w:rsidP="006A54D2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Špecifický cieľ projektu 3</w:t>
            </w:r>
          </w:p>
        </w:tc>
        <w:tc>
          <w:tcPr>
            <w:tcW w:w="3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F50" w:rsidRPr="00201069" w:rsidRDefault="009A6F50" w:rsidP="00A5326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  <w:tcBorders>
              <w:right w:val="single" w:sz="12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Špecifický cieľ projektu ...</w:t>
            </w:r>
          </w:p>
        </w:tc>
        <w:tc>
          <w:tcPr>
            <w:tcW w:w="3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6F50" w:rsidRPr="00201069" w:rsidRDefault="009A6F50" w:rsidP="00A5326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9A6F50" w:rsidRPr="00201069" w:rsidRDefault="009A6F50" w:rsidP="00A87B37">
      <w:pPr>
        <w:rPr>
          <w:rFonts w:ascii="Arial" w:hAnsi="Arial" w:cs="Arial"/>
          <w:sz w:val="12"/>
          <w:szCs w:val="12"/>
        </w:rPr>
      </w:pPr>
    </w:p>
    <w:p w:rsidR="009A6F50" w:rsidRPr="00201069" w:rsidRDefault="009A6F50" w:rsidP="00A87B37">
      <w:pPr>
        <w:rPr>
          <w:rFonts w:ascii="Arial" w:hAnsi="Arial" w:cs="Arial"/>
          <w:b/>
          <w:sz w:val="22"/>
          <w:szCs w:val="22"/>
        </w:rPr>
      </w:pPr>
      <w:r w:rsidRPr="00201069">
        <w:rPr>
          <w:rFonts w:ascii="Arial" w:hAnsi="Arial" w:cs="Arial"/>
          <w:b/>
          <w:sz w:val="22"/>
          <w:szCs w:val="22"/>
        </w:rPr>
        <w:t>4. Merateľné ukazovatele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3554"/>
        <w:gridCol w:w="1155"/>
        <w:gridCol w:w="1471"/>
        <w:gridCol w:w="658"/>
        <w:gridCol w:w="1191"/>
        <w:gridCol w:w="663"/>
      </w:tblGrid>
      <w:tr w:rsidR="009A6F50" w:rsidRPr="00201069" w:rsidTr="00767960">
        <w:tc>
          <w:tcPr>
            <w:tcW w:w="321" w:type="pct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9A6F50" w:rsidRPr="00201069" w:rsidRDefault="009A6F50" w:rsidP="00767960">
            <w:pPr>
              <w:ind w:right="-10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Typ</w:t>
            </w:r>
          </w:p>
        </w:tc>
        <w:tc>
          <w:tcPr>
            <w:tcW w:w="19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Názov indikátora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Merná jednotka</w:t>
            </w:r>
          </w:p>
        </w:tc>
        <w:tc>
          <w:tcPr>
            <w:tcW w:w="7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Východisková hodnota</w:t>
            </w:r>
          </w:p>
        </w:tc>
        <w:tc>
          <w:tcPr>
            <w:tcW w:w="3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Rok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Plánovaná hodnota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Rok</w:t>
            </w:r>
          </w:p>
        </w:tc>
      </w:tr>
      <w:tr w:rsidR="009A6F50" w:rsidRPr="00201069" w:rsidTr="00767960">
        <w:trPr>
          <w:trHeight w:val="861"/>
        </w:trPr>
        <w:tc>
          <w:tcPr>
            <w:tcW w:w="321" w:type="pct"/>
            <w:tcBorders>
              <w:right w:val="single" w:sz="12" w:space="0" w:color="auto"/>
            </w:tcBorders>
            <w:shd w:val="clear" w:color="auto" w:fill="D9D9D9"/>
            <w:textDirection w:val="btLr"/>
            <w:vAlign w:val="center"/>
          </w:tcPr>
          <w:p w:rsidR="009A6F50" w:rsidRPr="00201069" w:rsidRDefault="009A6F50" w:rsidP="00767960">
            <w:pPr>
              <w:ind w:left="113" w:right="-108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Výsledok</w:t>
            </w:r>
          </w:p>
        </w:tc>
        <w:tc>
          <w:tcPr>
            <w:tcW w:w="19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6F50" w:rsidRPr="00201069" w:rsidRDefault="009A6F50" w:rsidP="00A532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6F50" w:rsidRPr="00201069" w:rsidRDefault="009A6F50" w:rsidP="00A5326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rPr>
          <w:trHeight w:val="689"/>
        </w:trPr>
        <w:tc>
          <w:tcPr>
            <w:tcW w:w="321" w:type="pct"/>
            <w:tcBorders>
              <w:right w:val="single" w:sz="12" w:space="0" w:color="auto"/>
            </w:tcBorders>
            <w:shd w:val="clear" w:color="auto" w:fill="D9D9D9"/>
            <w:textDirection w:val="btLr"/>
            <w:vAlign w:val="center"/>
          </w:tcPr>
          <w:p w:rsidR="009A6F50" w:rsidRPr="00201069" w:rsidRDefault="009A6F50" w:rsidP="00767960">
            <w:pPr>
              <w:ind w:left="113" w:right="-108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Dopad</w:t>
            </w:r>
          </w:p>
        </w:tc>
        <w:tc>
          <w:tcPr>
            <w:tcW w:w="19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5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6F50" w:rsidRPr="00201069" w:rsidRDefault="009A6F50" w:rsidP="00A532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6F50" w:rsidRPr="00201069" w:rsidRDefault="009A6F50" w:rsidP="00A5326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9A6F50" w:rsidRPr="00201069" w:rsidRDefault="009A6F50" w:rsidP="00A87B37">
      <w:pPr>
        <w:rPr>
          <w:rFonts w:ascii="Arial" w:hAnsi="Arial" w:cs="Arial"/>
          <w:b/>
          <w:sz w:val="16"/>
          <w:szCs w:val="16"/>
        </w:rPr>
      </w:pPr>
    </w:p>
    <w:p w:rsidR="009A6F50" w:rsidRPr="00201069" w:rsidRDefault="009A6F50" w:rsidP="00A87B37">
      <w:pPr>
        <w:rPr>
          <w:rFonts w:ascii="Arial" w:hAnsi="Arial" w:cs="Arial"/>
          <w:sz w:val="16"/>
          <w:szCs w:val="16"/>
        </w:rPr>
      </w:pPr>
    </w:p>
    <w:p w:rsidR="009A6F50" w:rsidRPr="00201069" w:rsidRDefault="009A6F50" w:rsidP="00A87B37">
      <w:pPr>
        <w:rPr>
          <w:rFonts w:ascii="Arial" w:hAnsi="Arial" w:cs="Arial"/>
          <w:b/>
          <w:sz w:val="22"/>
          <w:szCs w:val="22"/>
        </w:rPr>
      </w:pPr>
      <w:r w:rsidRPr="00201069">
        <w:rPr>
          <w:rFonts w:ascii="Arial" w:hAnsi="Arial" w:cs="Arial"/>
          <w:b/>
          <w:sz w:val="22"/>
          <w:szCs w:val="22"/>
        </w:rPr>
        <w:t>5. Aktivity a príspevok aktivít k výsledkom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"/>
        <w:gridCol w:w="3329"/>
        <w:gridCol w:w="3128"/>
        <w:gridCol w:w="1111"/>
        <w:gridCol w:w="1115"/>
      </w:tblGrid>
      <w:tr w:rsidR="009A6F50" w:rsidRPr="00201069" w:rsidTr="00767960">
        <w:tc>
          <w:tcPr>
            <w:tcW w:w="2118" w:type="pct"/>
            <w:gridSpan w:val="2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Názov aktivity</w:t>
            </w:r>
          </w:p>
        </w:tc>
        <w:tc>
          <w:tcPr>
            <w:tcW w:w="1684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Väzba na merateľný ukazovateľ výsledku (názov merateľného ukazovateľa výsledku))</w:t>
            </w:r>
          </w:p>
        </w:tc>
        <w:tc>
          <w:tcPr>
            <w:tcW w:w="598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Merná jednotka</w:t>
            </w:r>
          </w:p>
        </w:tc>
        <w:tc>
          <w:tcPr>
            <w:tcW w:w="600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Počet jednotiek</w:t>
            </w:r>
          </w:p>
        </w:tc>
      </w:tr>
      <w:tr w:rsidR="009A6F50" w:rsidRPr="00201069" w:rsidTr="00767960">
        <w:tc>
          <w:tcPr>
            <w:tcW w:w="2118" w:type="pct"/>
            <w:gridSpan w:val="2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Hlavné aktivity (číslo / názov)</w:t>
            </w:r>
          </w:p>
        </w:tc>
        <w:tc>
          <w:tcPr>
            <w:tcW w:w="1684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8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00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326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792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84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8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326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792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84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8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9A6F50" w:rsidRPr="00201069" w:rsidRDefault="009A6F50" w:rsidP="00A87B37">
      <w:pPr>
        <w:rPr>
          <w:rFonts w:ascii="Arial" w:hAnsi="Arial" w:cs="Arial"/>
          <w:sz w:val="16"/>
          <w:szCs w:val="16"/>
        </w:rPr>
      </w:pPr>
    </w:p>
    <w:p w:rsidR="009A6F50" w:rsidRDefault="009A6F50" w:rsidP="00A87B37">
      <w:pPr>
        <w:rPr>
          <w:rFonts w:ascii="Arial" w:hAnsi="Arial" w:cs="Arial"/>
          <w:b/>
          <w:sz w:val="22"/>
          <w:szCs w:val="22"/>
        </w:rPr>
      </w:pPr>
    </w:p>
    <w:p w:rsidR="009A6F50" w:rsidRPr="00201069" w:rsidRDefault="009A6F50" w:rsidP="00A87B37">
      <w:pPr>
        <w:rPr>
          <w:rFonts w:ascii="Arial" w:hAnsi="Arial" w:cs="Arial"/>
          <w:b/>
          <w:sz w:val="22"/>
          <w:szCs w:val="22"/>
        </w:rPr>
      </w:pPr>
      <w:r w:rsidRPr="00201069">
        <w:rPr>
          <w:rFonts w:ascii="Arial" w:hAnsi="Arial" w:cs="Arial"/>
          <w:b/>
          <w:sz w:val="22"/>
          <w:szCs w:val="22"/>
        </w:rPr>
        <w:t>6. Časový rámec realizácie aktivít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4"/>
        <w:gridCol w:w="3097"/>
        <w:gridCol w:w="3097"/>
      </w:tblGrid>
      <w:tr w:rsidR="009A6F50" w:rsidRPr="00201069" w:rsidTr="00767960">
        <w:tc>
          <w:tcPr>
            <w:tcW w:w="1666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  <w:r w:rsidRPr="00201069">
              <w:rPr>
                <w:rFonts w:ascii="Arial Narrow" w:hAnsi="Arial Narrow"/>
                <w:sz w:val="20"/>
                <w:szCs w:val="20"/>
              </w:rPr>
              <w:t>Názov aktivity</w:t>
            </w:r>
          </w:p>
        </w:tc>
        <w:tc>
          <w:tcPr>
            <w:tcW w:w="1667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  <w:r w:rsidRPr="00201069">
              <w:rPr>
                <w:rFonts w:ascii="Arial Narrow" w:hAnsi="Arial Narrow"/>
                <w:sz w:val="20"/>
                <w:szCs w:val="20"/>
              </w:rPr>
              <w:t>Začiatok realizácie aktivity (MM/RRRR)</w:t>
            </w:r>
          </w:p>
        </w:tc>
        <w:tc>
          <w:tcPr>
            <w:tcW w:w="1667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  <w:r w:rsidRPr="00201069">
              <w:rPr>
                <w:rFonts w:ascii="Arial Narrow" w:hAnsi="Arial Narrow"/>
                <w:sz w:val="20"/>
                <w:szCs w:val="20"/>
              </w:rPr>
              <w:t>Ukončenie realizácie aktivity (MM/RRRR)</w:t>
            </w:r>
          </w:p>
        </w:tc>
      </w:tr>
      <w:tr w:rsidR="009A6F50" w:rsidRPr="00201069" w:rsidTr="00767960">
        <w:tc>
          <w:tcPr>
            <w:tcW w:w="1666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  <w:r w:rsidRPr="00201069">
              <w:rPr>
                <w:rFonts w:ascii="Arial Narrow" w:hAnsi="Arial Narrow"/>
                <w:sz w:val="20"/>
                <w:szCs w:val="20"/>
              </w:rPr>
              <w:t>Hlavné aktivity (max. 100 znakov pre každú aktivitu)</w:t>
            </w:r>
          </w:p>
        </w:tc>
        <w:tc>
          <w:tcPr>
            <w:tcW w:w="1667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A6F50" w:rsidRPr="00201069" w:rsidTr="00767960">
        <w:tc>
          <w:tcPr>
            <w:tcW w:w="1666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67" w:type="pct"/>
          </w:tcPr>
          <w:p w:rsidR="009A6F50" w:rsidRPr="00201069" w:rsidRDefault="009A6F50" w:rsidP="00A532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67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67" w:type="pct"/>
          </w:tcPr>
          <w:p w:rsidR="009A6F50" w:rsidRPr="00201069" w:rsidRDefault="009A6F50" w:rsidP="00A532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67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666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  <w:r w:rsidRPr="00201069">
              <w:rPr>
                <w:rFonts w:ascii="Arial Narrow" w:hAnsi="Arial Narrow"/>
                <w:sz w:val="20"/>
                <w:szCs w:val="20"/>
              </w:rPr>
              <w:t>Podporné aktivity</w:t>
            </w:r>
          </w:p>
        </w:tc>
        <w:tc>
          <w:tcPr>
            <w:tcW w:w="1667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A6F50" w:rsidRPr="00201069" w:rsidTr="00767960">
        <w:tc>
          <w:tcPr>
            <w:tcW w:w="1666" w:type="pct"/>
          </w:tcPr>
          <w:p w:rsidR="009A6F50" w:rsidRPr="00201069" w:rsidRDefault="009A6F50" w:rsidP="00767960">
            <w:pPr>
              <w:ind w:left="18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</w:tcPr>
          <w:p w:rsidR="009A6F50" w:rsidRPr="00201069" w:rsidRDefault="009A6F50" w:rsidP="00A5326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A6F50" w:rsidRPr="00201069" w:rsidTr="00767960">
        <w:tc>
          <w:tcPr>
            <w:tcW w:w="1666" w:type="pct"/>
          </w:tcPr>
          <w:p w:rsidR="009A6F50" w:rsidRPr="00201069" w:rsidRDefault="009A6F50" w:rsidP="00767960">
            <w:pPr>
              <w:ind w:left="18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</w:tcPr>
          <w:p w:rsidR="009A6F50" w:rsidRPr="00201069" w:rsidRDefault="009A6F50" w:rsidP="00A5326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67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9A6F50" w:rsidRPr="00201069" w:rsidRDefault="009A6F50" w:rsidP="00A87B37">
      <w:pPr>
        <w:rPr>
          <w:rFonts w:ascii="Arial" w:hAnsi="Arial" w:cs="Arial"/>
          <w:b/>
          <w:sz w:val="22"/>
          <w:szCs w:val="22"/>
        </w:rPr>
      </w:pPr>
    </w:p>
    <w:p w:rsidR="009A6F50" w:rsidRPr="00201069" w:rsidRDefault="009A6F50" w:rsidP="00A87B37">
      <w:pPr>
        <w:rPr>
          <w:rFonts w:ascii="Arial" w:hAnsi="Arial" w:cs="Arial"/>
          <w:b/>
          <w:sz w:val="22"/>
          <w:szCs w:val="22"/>
        </w:rPr>
      </w:pPr>
    </w:p>
    <w:p w:rsidR="009A6F50" w:rsidRPr="00201069" w:rsidRDefault="009A6F50" w:rsidP="00A87B37">
      <w:pPr>
        <w:rPr>
          <w:rFonts w:ascii="Arial" w:hAnsi="Arial" w:cs="Arial"/>
          <w:b/>
          <w:sz w:val="22"/>
          <w:szCs w:val="22"/>
        </w:rPr>
      </w:pPr>
      <w:r w:rsidRPr="00201069">
        <w:rPr>
          <w:rFonts w:ascii="Arial" w:hAnsi="Arial" w:cs="Arial"/>
          <w:b/>
          <w:sz w:val="22"/>
          <w:szCs w:val="22"/>
        </w:rPr>
        <w:t>7. Rozpočet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0"/>
        <w:gridCol w:w="1618"/>
        <w:gridCol w:w="1618"/>
        <w:gridCol w:w="1620"/>
        <w:gridCol w:w="1272"/>
      </w:tblGrid>
      <w:tr w:rsidR="009A6F50" w:rsidRPr="00201069" w:rsidTr="00767960">
        <w:tc>
          <w:tcPr>
            <w:tcW w:w="1701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Skupina výdavkov</w:t>
            </w:r>
          </w:p>
        </w:tc>
        <w:tc>
          <w:tcPr>
            <w:tcW w:w="871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01069">
              <w:rPr>
                <w:rFonts w:ascii="Arial Narrow" w:hAnsi="Arial Narrow" w:cs="Arial"/>
                <w:sz w:val="18"/>
                <w:szCs w:val="18"/>
              </w:rPr>
              <w:t>Oprávnené výdavky</w:t>
            </w:r>
          </w:p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 w:cs="Arial"/>
                <w:sz w:val="18"/>
                <w:szCs w:val="18"/>
              </w:rPr>
              <w:t>(v EUR)</w:t>
            </w:r>
          </w:p>
        </w:tc>
        <w:tc>
          <w:tcPr>
            <w:tcW w:w="871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ind w:right="-106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01069">
              <w:rPr>
                <w:rFonts w:ascii="Arial Narrow" w:hAnsi="Arial Narrow" w:cs="Arial"/>
                <w:sz w:val="18"/>
                <w:szCs w:val="18"/>
              </w:rPr>
              <w:t>Neoprávnené výdavky</w:t>
            </w:r>
          </w:p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 w:cs="Arial"/>
                <w:sz w:val="18"/>
                <w:szCs w:val="18"/>
              </w:rPr>
              <w:t>(v EUR)</w:t>
            </w:r>
          </w:p>
        </w:tc>
        <w:tc>
          <w:tcPr>
            <w:tcW w:w="872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 xml:space="preserve">Celkové výdavky projektu </w:t>
            </w:r>
            <w:r w:rsidRPr="00201069">
              <w:rPr>
                <w:rFonts w:ascii="Arial Narrow" w:hAnsi="Arial Narrow" w:cs="Arial"/>
                <w:sz w:val="18"/>
                <w:szCs w:val="18"/>
              </w:rPr>
              <w:t>(v EUR)</w:t>
            </w:r>
          </w:p>
        </w:tc>
        <w:tc>
          <w:tcPr>
            <w:tcW w:w="686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Názov aktivity</w:t>
            </w:r>
          </w:p>
        </w:tc>
      </w:tr>
      <w:tr w:rsidR="009A6F50" w:rsidRPr="00201069" w:rsidTr="00767960">
        <w:tc>
          <w:tcPr>
            <w:tcW w:w="1701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71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71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72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6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701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71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71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72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6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701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1" w:type="pct"/>
            <w:vAlign w:val="center"/>
          </w:tcPr>
          <w:p w:rsidR="009A6F50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1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2" w:type="pct"/>
            <w:vAlign w:val="center"/>
          </w:tcPr>
          <w:p w:rsidR="009A6F50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86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A6F50" w:rsidRPr="00201069" w:rsidTr="00767960">
        <w:tc>
          <w:tcPr>
            <w:tcW w:w="1701" w:type="pct"/>
            <w:tcBorders>
              <w:right w:val="single" w:sz="6" w:space="0" w:color="auto"/>
            </w:tcBorders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CELKOVO</w:t>
            </w:r>
          </w:p>
        </w:tc>
        <w:tc>
          <w:tcPr>
            <w:tcW w:w="871" w:type="pct"/>
            <w:tcBorders>
              <w:left w:val="single" w:sz="6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1" w:type="pct"/>
            <w:tcBorders>
              <w:left w:val="single" w:sz="6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72" w:type="pct"/>
            <w:tcBorders>
              <w:left w:val="single" w:sz="6" w:space="0" w:color="auto"/>
            </w:tcBorders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86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9A6F50" w:rsidRPr="00201069" w:rsidRDefault="009A6F50" w:rsidP="00A87B37">
      <w:pPr>
        <w:rPr>
          <w:rFonts w:ascii="Arial" w:hAnsi="Arial" w:cs="Arial"/>
          <w:sz w:val="22"/>
          <w:szCs w:val="22"/>
        </w:rPr>
      </w:pPr>
    </w:p>
    <w:p w:rsidR="009A6F50" w:rsidRPr="00201069" w:rsidRDefault="009A6F50" w:rsidP="00A87B37">
      <w:pPr>
        <w:rPr>
          <w:rFonts w:ascii="Arial" w:hAnsi="Arial" w:cs="Arial"/>
          <w:b/>
          <w:sz w:val="22"/>
          <w:szCs w:val="22"/>
        </w:rPr>
      </w:pPr>
      <w:r w:rsidRPr="00201069">
        <w:rPr>
          <w:rFonts w:ascii="Arial" w:hAnsi="Arial" w:cs="Arial"/>
          <w:b/>
          <w:sz w:val="22"/>
          <w:szCs w:val="22"/>
        </w:rPr>
        <w:t>8. Rozpočet realizácie jednotlivých aktivít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2753"/>
        <w:gridCol w:w="2387"/>
        <w:gridCol w:w="1651"/>
        <w:gridCol w:w="2019"/>
      </w:tblGrid>
      <w:tr w:rsidR="009A6F50" w:rsidRPr="00201069" w:rsidTr="00767960">
        <w:tc>
          <w:tcPr>
            <w:tcW w:w="1739" w:type="pct"/>
            <w:gridSpan w:val="2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01069">
              <w:rPr>
                <w:rFonts w:ascii="Arial Narrow" w:hAnsi="Arial Narrow" w:cs="Arial"/>
                <w:sz w:val="18"/>
                <w:szCs w:val="18"/>
              </w:rPr>
              <w:t>Aktivita</w:t>
            </w:r>
          </w:p>
        </w:tc>
        <w:tc>
          <w:tcPr>
            <w:tcW w:w="1285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01069">
              <w:rPr>
                <w:rFonts w:ascii="Arial Narrow" w:hAnsi="Arial Narrow" w:cs="Arial"/>
                <w:sz w:val="18"/>
                <w:szCs w:val="18"/>
              </w:rPr>
              <w:t>Oprávnené výdavky</w:t>
            </w:r>
          </w:p>
        </w:tc>
        <w:tc>
          <w:tcPr>
            <w:tcW w:w="889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01069">
              <w:rPr>
                <w:rFonts w:ascii="Arial Narrow" w:hAnsi="Arial Narrow" w:cs="Arial"/>
                <w:sz w:val="18"/>
                <w:szCs w:val="18"/>
              </w:rPr>
              <w:t>Neoprávnené výdavky</w:t>
            </w:r>
          </w:p>
        </w:tc>
        <w:tc>
          <w:tcPr>
            <w:tcW w:w="1087" w:type="pct"/>
            <w:shd w:val="clear" w:color="auto" w:fill="D9D9D9"/>
            <w:vAlign w:val="center"/>
          </w:tcPr>
          <w:p w:rsidR="009A6F50" w:rsidRPr="00201069" w:rsidRDefault="009A6F50" w:rsidP="00767960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01069">
              <w:rPr>
                <w:rFonts w:ascii="Arial Narrow" w:hAnsi="Arial Narrow" w:cs="Arial"/>
                <w:sz w:val="18"/>
                <w:szCs w:val="18"/>
              </w:rPr>
              <w:t>Výdavky celkovo</w:t>
            </w:r>
          </w:p>
        </w:tc>
      </w:tr>
      <w:tr w:rsidR="009A6F50" w:rsidRPr="00201069" w:rsidTr="00767960">
        <w:tc>
          <w:tcPr>
            <w:tcW w:w="1739" w:type="pct"/>
            <w:gridSpan w:val="2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Hlavné aktivity (číslo / názov)</w:t>
            </w:r>
          </w:p>
        </w:tc>
        <w:tc>
          <w:tcPr>
            <w:tcW w:w="1285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7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257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1482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5" w:type="pct"/>
            <w:vAlign w:val="center"/>
          </w:tcPr>
          <w:p w:rsidR="009A6F50" w:rsidRPr="00201069" w:rsidRDefault="009A6F50" w:rsidP="00A532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89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7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257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1482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5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89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7" w:type="pct"/>
            <w:vAlign w:val="center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739" w:type="pct"/>
            <w:gridSpan w:val="2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Podporné aktivity</w:t>
            </w:r>
          </w:p>
        </w:tc>
        <w:tc>
          <w:tcPr>
            <w:tcW w:w="1285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7" w:type="pct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A6F50" w:rsidRPr="00201069" w:rsidTr="00767960">
        <w:tc>
          <w:tcPr>
            <w:tcW w:w="1739" w:type="pct"/>
            <w:gridSpan w:val="2"/>
            <w:shd w:val="clear" w:color="auto" w:fill="D9D9D9"/>
          </w:tcPr>
          <w:p w:rsidR="009A6F50" w:rsidRPr="00201069" w:rsidRDefault="009A6F50" w:rsidP="00767960">
            <w:pPr>
              <w:ind w:left="180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Riadenie projektu</w:t>
            </w:r>
          </w:p>
        </w:tc>
        <w:tc>
          <w:tcPr>
            <w:tcW w:w="1285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9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7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A6F50" w:rsidRPr="00201069" w:rsidTr="00767960">
        <w:tc>
          <w:tcPr>
            <w:tcW w:w="1739" w:type="pct"/>
            <w:gridSpan w:val="2"/>
            <w:shd w:val="clear" w:color="auto" w:fill="D9D9D9"/>
          </w:tcPr>
          <w:p w:rsidR="009A6F50" w:rsidRPr="00201069" w:rsidRDefault="009A6F50" w:rsidP="00767960">
            <w:pPr>
              <w:ind w:left="180"/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Publicita a informovanosť</w:t>
            </w:r>
          </w:p>
        </w:tc>
        <w:tc>
          <w:tcPr>
            <w:tcW w:w="1285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9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7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A6F50" w:rsidRPr="009C4474" w:rsidTr="006369B3">
        <w:trPr>
          <w:trHeight w:val="70"/>
        </w:trPr>
        <w:tc>
          <w:tcPr>
            <w:tcW w:w="3024" w:type="pct"/>
            <w:gridSpan w:val="3"/>
            <w:shd w:val="clear" w:color="auto" w:fill="D9D9D9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  <w:r w:rsidRPr="00201069">
              <w:rPr>
                <w:rFonts w:ascii="Arial Narrow" w:hAnsi="Arial Narrow"/>
                <w:sz w:val="18"/>
                <w:szCs w:val="18"/>
              </w:rPr>
              <w:t>CELKOVO</w:t>
            </w:r>
          </w:p>
        </w:tc>
        <w:tc>
          <w:tcPr>
            <w:tcW w:w="889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7" w:type="pct"/>
          </w:tcPr>
          <w:p w:rsidR="009A6F50" w:rsidRPr="00201069" w:rsidRDefault="009A6F50" w:rsidP="0076796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9A6F50" w:rsidRDefault="009A6F50" w:rsidP="00A87B37">
      <w:pPr>
        <w:pStyle w:val="Header"/>
        <w:spacing w:before="240"/>
        <w:jc w:val="center"/>
        <w:rPr>
          <w:rFonts w:ascii="Arial" w:hAnsi="Arial" w:cs="Arial"/>
          <w:b/>
          <w:bCs/>
          <w:color w:val="000000"/>
          <w:spacing w:val="26"/>
          <w:sz w:val="28"/>
          <w:szCs w:val="28"/>
        </w:rPr>
      </w:pPr>
    </w:p>
    <w:p w:rsidR="009A6F50" w:rsidRDefault="009A6F50" w:rsidP="00A87B37">
      <w:bookmarkStart w:id="0" w:name="_GoBack"/>
      <w:bookmarkEnd w:id="0"/>
    </w:p>
    <w:sectPr w:rsidR="009A6F50" w:rsidSect="006F786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7B37"/>
    <w:rsid w:val="001D2FFC"/>
    <w:rsid w:val="00201069"/>
    <w:rsid w:val="00406634"/>
    <w:rsid w:val="00525C7E"/>
    <w:rsid w:val="00583C3A"/>
    <w:rsid w:val="005C5713"/>
    <w:rsid w:val="006369B3"/>
    <w:rsid w:val="0066261C"/>
    <w:rsid w:val="006A54D2"/>
    <w:rsid w:val="006F786F"/>
    <w:rsid w:val="00767960"/>
    <w:rsid w:val="007A586F"/>
    <w:rsid w:val="00844F04"/>
    <w:rsid w:val="009A6F50"/>
    <w:rsid w:val="009C4474"/>
    <w:rsid w:val="00A5326B"/>
    <w:rsid w:val="00A87B37"/>
    <w:rsid w:val="00AC1446"/>
    <w:rsid w:val="00AD2832"/>
    <w:rsid w:val="00BD4262"/>
    <w:rsid w:val="00D13C8E"/>
    <w:rsid w:val="00D56EE9"/>
    <w:rsid w:val="00D572D4"/>
    <w:rsid w:val="00F3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B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7B3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7B37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248</Words>
  <Characters>1417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Lipárová Zuzana</dc:creator>
  <cp:keywords/>
  <dc:description/>
  <cp:lastModifiedBy>brezovska</cp:lastModifiedBy>
  <cp:revision>5</cp:revision>
  <cp:lastPrinted>2011-03-08T13:39:00Z</cp:lastPrinted>
  <dcterms:created xsi:type="dcterms:W3CDTF">2011-11-18T06:55:00Z</dcterms:created>
  <dcterms:modified xsi:type="dcterms:W3CDTF">2012-01-11T09:32:00Z</dcterms:modified>
</cp:coreProperties>
</file>